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D2B26B" w14:textId="2339905D" w:rsidR="00EF0AF6" w:rsidRPr="00EF0AF6" w:rsidRDefault="00E8792C" w:rsidP="00EF0AF6">
      <w:pPr>
        <w:pStyle w:val="berschrift1"/>
        <w:rPr>
          <w:rFonts w:ascii="Calibri" w:hAnsi="Calibri" w:cs="Calibri"/>
        </w:rPr>
      </w:pPr>
      <w:r w:rsidRPr="00B329BD">
        <w:rPr>
          <w:rFonts w:ascii="Calibri" w:eastAsia="SimSun" w:hAnsi="Calibri" w:cs="Calibri"/>
          <w:noProof/>
          <w:sz w:val="22"/>
          <w:szCs w:val="22"/>
        </w:rPr>
        <w:drawing>
          <wp:anchor distT="0" distB="0" distL="114300" distR="114300" simplePos="0" relativeHeight="251658752" behindDoc="1" locked="0" layoutInCell="1" allowOverlap="1" wp14:anchorId="26B95C31" wp14:editId="319412D3">
            <wp:simplePos x="0" y="0"/>
            <wp:positionH relativeFrom="page">
              <wp:align>right</wp:align>
            </wp:positionH>
            <wp:positionV relativeFrom="page">
              <wp:align>bottom</wp:align>
            </wp:positionV>
            <wp:extent cx="7553325" cy="10683893"/>
            <wp:effectExtent l="0" t="0" r="0" b="3175"/>
            <wp:wrapNone/>
            <wp:docPr id="1425201007" name="Grafik 1" descr="Ein Bild, das Text, Screenshot, Rechteck, Diagram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986259" name="Grafik 1" descr="Ein Bild, das Text, Screenshot, Rechteck, Diagramm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683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7507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D111CD3" wp14:editId="06422B62">
                <wp:simplePos x="0" y="0"/>
                <wp:positionH relativeFrom="column">
                  <wp:posOffset>-84455</wp:posOffset>
                </wp:positionH>
                <wp:positionV relativeFrom="paragraph">
                  <wp:posOffset>-434975</wp:posOffset>
                </wp:positionV>
                <wp:extent cx="3200400" cy="297180"/>
                <wp:effectExtent l="0" t="0" r="0" b="7620"/>
                <wp:wrapNone/>
                <wp:docPr id="2094945276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8D4C82" w14:textId="7FC1450C" w:rsidR="00E07507" w:rsidRPr="00BD7E67" w:rsidRDefault="00E07507" w:rsidP="00BD7E67">
                            <w:pPr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 w:rsidRPr="00BD7E67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Programmieren lernen mit dem nanoBoard </w:t>
                            </w:r>
                            <w:r w:rsidR="002E2C4A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– </w:t>
                            </w:r>
                            <w:r w:rsidR="005845E3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AB </w:t>
                            </w:r>
                            <w:r w:rsidR="002E2C4A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>0</w:t>
                            </w:r>
                            <w:r w:rsidR="00614177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111CD3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margin-left:-6.65pt;margin-top:-34.25pt;width:252pt;height:2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" filled="f" stroked="f" strokeweight=".5pt">
                <v:textbox>
                  <w:txbxContent>
                    <w:p w14:paraId="628D4C82" w14:textId="7FC1450C" w:rsidR="00E07507" w:rsidRPr="00BD7E67" w:rsidRDefault="00E07507" w:rsidP="00BD7E67">
                      <w:pPr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</w:pPr>
                      <w:r w:rsidRPr="00BD7E67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Programmieren lernen mit dem nanoBoard </w:t>
                      </w:r>
                      <w:r w:rsidR="002E2C4A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– </w:t>
                      </w:r>
                      <w:r w:rsidR="005845E3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AB </w:t>
                      </w:r>
                      <w:r w:rsidR="002E2C4A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>0</w:t>
                      </w:r>
                      <w:r w:rsidR="00614177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CD5591">
        <w:rPr>
          <w:rFonts w:ascii="Calibri" w:hAnsi="Calibri" w:cs="Calibri"/>
        </w:rPr>
        <w:t>Variablen und die while-Schleife</w:t>
      </w:r>
    </w:p>
    <w:p w14:paraId="3BC7B8F8" w14:textId="77777777" w:rsidR="00684A44" w:rsidRDefault="00684A44" w:rsidP="00CD5591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17AAD8BC" w14:textId="09592406" w:rsidR="00CD5591" w:rsidRPr="00CD5591" w:rsidRDefault="00CD5591" w:rsidP="00CD5591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alibri" w:hAnsi="Calibri" w:cs="Calibri"/>
          <w:sz w:val="22"/>
          <w:szCs w:val="22"/>
        </w:rPr>
      </w:pPr>
      <w:r w:rsidRPr="00CD5591">
        <w:rPr>
          <w:rFonts w:ascii="Calibri" w:hAnsi="Calibri" w:cs="Calibri"/>
          <w:sz w:val="22"/>
          <w:szCs w:val="22"/>
        </w:rPr>
        <w:t>Deklaration von Variablen / Reservierung des Speicherbedarfs:</w:t>
      </w:r>
    </w:p>
    <w:p w14:paraId="10495EF8" w14:textId="77777777" w:rsidR="00CD5591" w:rsidRPr="00684A44" w:rsidRDefault="00CD5591" w:rsidP="00CD5591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sz w:val="22"/>
          <w:szCs w:val="22"/>
        </w:rPr>
      </w:pPr>
      <w:r w:rsidRPr="00684A44">
        <w:rPr>
          <w:rFonts w:ascii="Courier New" w:hAnsi="Courier New" w:cs="Courier New"/>
          <w:sz w:val="22"/>
          <w:szCs w:val="22"/>
        </w:rPr>
        <w:t>int a;</w:t>
      </w:r>
      <w:r w:rsidRPr="00684A44">
        <w:rPr>
          <w:rFonts w:ascii="Courier New" w:hAnsi="Courier New" w:cs="Courier New"/>
          <w:sz w:val="22"/>
          <w:szCs w:val="22"/>
        </w:rPr>
        <w:tab/>
      </w:r>
      <w:r w:rsidRPr="00684A44">
        <w:rPr>
          <w:rFonts w:ascii="Courier New" w:hAnsi="Courier New" w:cs="Courier New"/>
          <w:sz w:val="22"/>
          <w:szCs w:val="22"/>
        </w:rPr>
        <w:tab/>
        <w:t>// Deklaration der Variable a vom Typ integer</w:t>
      </w:r>
    </w:p>
    <w:p w14:paraId="69CD0C2F" w14:textId="77777777" w:rsidR="00CD5591" w:rsidRPr="00684A44" w:rsidRDefault="00CD5591" w:rsidP="00CD5591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sz w:val="22"/>
          <w:szCs w:val="22"/>
        </w:rPr>
      </w:pPr>
      <w:r w:rsidRPr="00684A44">
        <w:rPr>
          <w:rFonts w:ascii="Courier New" w:hAnsi="Courier New" w:cs="Courier New"/>
          <w:sz w:val="22"/>
          <w:szCs w:val="22"/>
        </w:rPr>
        <w:t>float b,c;</w:t>
      </w:r>
      <w:r w:rsidRPr="00684A44">
        <w:rPr>
          <w:rFonts w:ascii="Courier New" w:hAnsi="Courier New" w:cs="Courier New"/>
          <w:sz w:val="22"/>
          <w:szCs w:val="22"/>
        </w:rPr>
        <w:tab/>
      </w:r>
      <w:r w:rsidRPr="00684A44">
        <w:rPr>
          <w:rFonts w:ascii="Courier New" w:hAnsi="Courier New" w:cs="Courier New"/>
          <w:sz w:val="22"/>
          <w:szCs w:val="22"/>
        </w:rPr>
        <w:tab/>
        <w:t xml:space="preserve">// Deklaration der Variablen b und c vom Typ float </w:t>
      </w:r>
    </w:p>
    <w:p w14:paraId="7A595AD6" w14:textId="77777777" w:rsidR="00CD5591" w:rsidRPr="00684A44" w:rsidRDefault="00CD5591" w:rsidP="00CD5591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sz w:val="22"/>
          <w:szCs w:val="22"/>
        </w:rPr>
      </w:pPr>
      <w:r w:rsidRPr="00684A44">
        <w:rPr>
          <w:rFonts w:ascii="Courier New" w:hAnsi="Courier New" w:cs="Courier New"/>
          <w:sz w:val="22"/>
          <w:szCs w:val="22"/>
        </w:rPr>
        <w:t>bool taster;</w:t>
      </w:r>
      <w:r w:rsidRPr="00684A44">
        <w:rPr>
          <w:rFonts w:ascii="Courier New" w:hAnsi="Courier New" w:cs="Courier New"/>
          <w:sz w:val="22"/>
          <w:szCs w:val="22"/>
        </w:rPr>
        <w:tab/>
        <w:t>// Deklaration der Variable taster vom Typ bool</w:t>
      </w:r>
    </w:p>
    <w:p w14:paraId="50FEB5EF" w14:textId="77777777" w:rsidR="00CD5591" w:rsidRPr="00684A44" w:rsidRDefault="00CD5591" w:rsidP="00CD5591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569664C5" w14:textId="77777777" w:rsidR="00CD5591" w:rsidRPr="00684A44" w:rsidRDefault="00CD5591" w:rsidP="00CD5591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alibri" w:hAnsi="Calibri" w:cs="Calibri"/>
          <w:sz w:val="22"/>
          <w:szCs w:val="22"/>
        </w:rPr>
      </w:pPr>
      <w:r w:rsidRPr="00684A44">
        <w:rPr>
          <w:rFonts w:ascii="Calibri" w:hAnsi="Calibri" w:cs="Calibri"/>
          <w:sz w:val="22"/>
          <w:szCs w:val="22"/>
        </w:rPr>
        <w:t>Definition von Variablen / Zuweisung eines Wertes:</w:t>
      </w:r>
    </w:p>
    <w:p w14:paraId="62A4B653" w14:textId="77777777" w:rsidR="00CD5591" w:rsidRPr="00684A44" w:rsidRDefault="00CD5591" w:rsidP="00CD5591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sz w:val="22"/>
          <w:szCs w:val="22"/>
          <w:lang w:val="en-US"/>
        </w:rPr>
      </w:pPr>
      <w:r w:rsidRPr="00684A44">
        <w:rPr>
          <w:rFonts w:ascii="Courier New" w:hAnsi="Courier New" w:cs="Courier New"/>
          <w:sz w:val="22"/>
          <w:szCs w:val="22"/>
          <w:lang w:val="en-US"/>
        </w:rPr>
        <w:t>a = 10;</w:t>
      </w:r>
    </w:p>
    <w:p w14:paraId="63F38968" w14:textId="2E80C2EC" w:rsidR="00CD5591" w:rsidRPr="00684A44" w:rsidRDefault="00CD5591" w:rsidP="00CD5591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sz w:val="22"/>
          <w:szCs w:val="22"/>
          <w:lang w:val="en-US"/>
        </w:rPr>
      </w:pPr>
      <w:r w:rsidRPr="00684A44">
        <w:rPr>
          <w:rFonts w:ascii="Courier New" w:hAnsi="Courier New" w:cs="Courier New"/>
          <w:sz w:val="22"/>
          <w:szCs w:val="22"/>
          <w:lang w:val="en-US"/>
        </w:rPr>
        <w:t>b = 4,5;</w:t>
      </w:r>
    </w:p>
    <w:p w14:paraId="10EB5345" w14:textId="2762A277" w:rsidR="00CD5591" w:rsidRPr="00684A44" w:rsidRDefault="00CD5591" w:rsidP="00CD5591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sz w:val="22"/>
          <w:szCs w:val="22"/>
          <w:lang w:val="en-US"/>
        </w:rPr>
      </w:pPr>
      <w:r w:rsidRPr="00684A44">
        <w:rPr>
          <w:rFonts w:ascii="Courier New" w:hAnsi="Courier New" w:cs="Courier New"/>
          <w:sz w:val="22"/>
          <w:szCs w:val="22"/>
          <w:lang w:val="en-US"/>
        </w:rPr>
        <w:t>c = (2/7);</w:t>
      </w:r>
    </w:p>
    <w:p w14:paraId="2EE6348A" w14:textId="20A25E5B" w:rsidR="00CD5591" w:rsidRPr="00614177" w:rsidRDefault="00CD5591" w:rsidP="00CD5591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sz w:val="22"/>
          <w:szCs w:val="22"/>
          <w:lang w:val="en-US"/>
        </w:rPr>
      </w:pPr>
      <w:r w:rsidRPr="00614177">
        <w:rPr>
          <w:rFonts w:ascii="Courier New" w:hAnsi="Courier New" w:cs="Courier New"/>
          <w:sz w:val="22"/>
          <w:szCs w:val="22"/>
          <w:lang w:val="en-US"/>
        </w:rPr>
        <w:t>taster = HIGH;</w:t>
      </w:r>
      <w:r w:rsidRPr="00614177">
        <w:rPr>
          <w:rFonts w:ascii="Courier New" w:hAnsi="Courier New" w:cs="Courier New"/>
          <w:sz w:val="22"/>
          <w:szCs w:val="22"/>
          <w:lang w:val="en-US"/>
        </w:rPr>
        <w:tab/>
        <w:t>// oder 1</w:t>
      </w:r>
    </w:p>
    <w:p w14:paraId="507A6DFF" w14:textId="653DEB13" w:rsidR="00CD5591" w:rsidRPr="00614177" w:rsidRDefault="00CD5591" w:rsidP="00CD5591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alibri" w:hAnsi="Calibri" w:cs="Calibri"/>
          <w:sz w:val="22"/>
          <w:szCs w:val="22"/>
          <w:lang w:val="en-US"/>
        </w:rPr>
      </w:pPr>
    </w:p>
    <w:p w14:paraId="03DA9DA4" w14:textId="4E135D86" w:rsidR="00CD5591" w:rsidRPr="00684A44" w:rsidRDefault="00CD5591" w:rsidP="00CD5591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alibri" w:hAnsi="Calibri" w:cs="Calibri"/>
          <w:sz w:val="22"/>
          <w:szCs w:val="22"/>
        </w:rPr>
      </w:pPr>
      <w:r w:rsidRPr="00684A44">
        <w:rPr>
          <w:rFonts w:ascii="Calibri" w:hAnsi="Calibri" w:cs="Calibri"/>
          <w:sz w:val="22"/>
          <w:szCs w:val="22"/>
        </w:rPr>
        <w:t>Deklaration und Definition können auch gleichzeitig erfolgen:</w:t>
      </w:r>
    </w:p>
    <w:p w14:paraId="74DE536C" w14:textId="133F2E65" w:rsidR="00CD5591" w:rsidRPr="00684A44" w:rsidRDefault="00CD5591" w:rsidP="00CD5591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sz w:val="22"/>
          <w:szCs w:val="22"/>
        </w:rPr>
      </w:pPr>
      <w:r w:rsidRPr="00684A44">
        <w:rPr>
          <w:rFonts w:ascii="Courier New" w:hAnsi="Courier New" w:cs="Courier New"/>
          <w:sz w:val="22"/>
          <w:szCs w:val="22"/>
        </w:rPr>
        <w:t>int a = 10;</w:t>
      </w:r>
    </w:p>
    <w:p w14:paraId="103354F1" w14:textId="7ED0778E" w:rsidR="00CD5591" w:rsidRPr="00684A44" w:rsidRDefault="00CD5591" w:rsidP="00CD5591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1C4E5B06" w14:textId="1CC2AF07" w:rsidR="00CD5591" w:rsidRDefault="00684A44" w:rsidP="00684A44">
      <w:pPr>
        <w:pStyle w:val="berschrift2"/>
        <w:rPr>
          <w:rFonts w:ascii="Calibri" w:hAnsi="Calibri" w:cs="Calibri"/>
          <w:sz w:val="28"/>
          <w:szCs w:val="28"/>
        </w:rPr>
      </w:pPr>
      <w:r w:rsidRPr="00CD5591"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66944" behindDoc="0" locked="0" layoutInCell="1" allowOverlap="1" wp14:anchorId="5A70EECE" wp14:editId="73C16A78">
            <wp:simplePos x="0" y="0"/>
            <wp:positionH relativeFrom="margin">
              <wp:align>right</wp:align>
            </wp:positionH>
            <wp:positionV relativeFrom="paragraph">
              <wp:posOffset>126365</wp:posOffset>
            </wp:positionV>
            <wp:extent cx="2024380" cy="3455670"/>
            <wp:effectExtent l="0" t="0" r="0" b="0"/>
            <wp:wrapSquare wrapText="bothSides"/>
            <wp:docPr id="370" name="Bild 370" descr="while-Einsti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" descr="while-Einsti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380" cy="3455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5591" w:rsidRPr="00684A44">
        <w:rPr>
          <w:rFonts w:ascii="Calibri" w:hAnsi="Calibri" w:cs="Calibri"/>
          <w:sz w:val="28"/>
          <w:szCs w:val="28"/>
        </w:rPr>
        <w:t>while-Schleife</w:t>
      </w:r>
    </w:p>
    <w:p w14:paraId="3BA1C4F4" w14:textId="77777777" w:rsidR="00684A44" w:rsidRPr="00684A44" w:rsidRDefault="00684A44" w:rsidP="00684A44"/>
    <w:p w14:paraId="0506B4DF" w14:textId="271A1AF2" w:rsidR="00CD5591" w:rsidRPr="00CD5591" w:rsidRDefault="00CD5591" w:rsidP="00CD5591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alibri" w:hAnsi="Calibri" w:cs="Calibri"/>
          <w:sz w:val="22"/>
          <w:szCs w:val="22"/>
        </w:rPr>
      </w:pPr>
      <w:r w:rsidRPr="00CD5591">
        <w:rPr>
          <w:rFonts w:ascii="Calibri" w:hAnsi="Calibri" w:cs="Calibri"/>
          <w:sz w:val="22"/>
          <w:szCs w:val="22"/>
        </w:rPr>
        <w:t>Die while-Schleife wiederholt einen Programmblock, sofern eine angegebene Durchführungsbedingung erfüllt ist.</w:t>
      </w:r>
    </w:p>
    <w:p w14:paraId="6D55919F" w14:textId="77777777" w:rsidR="00CD5591" w:rsidRPr="00CD5591" w:rsidRDefault="00CD5591" w:rsidP="00CD5591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06C06CF6" w14:textId="5F41B2DF" w:rsidR="00CD5591" w:rsidRPr="00CD5591" w:rsidRDefault="00CD5591" w:rsidP="00CD5591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alibri" w:hAnsi="Calibri" w:cs="Calibri"/>
          <w:sz w:val="22"/>
          <w:szCs w:val="22"/>
        </w:rPr>
      </w:pPr>
      <w:r w:rsidRPr="00CD5591">
        <w:rPr>
          <w:rFonts w:ascii="Calibri" w:hAnsi="Calibri" w:cs="Calibri"/>
          <w:sz w:val="22"/>
          <w:szCs w:val="22"/>
        </w:rPr>
        <w:t>Zu Beginn der Schleife wird die Bedingung</w:t>
      </w:r>
      <w:r w:rsidR="00684A44">
        <w:rPr>
          <w:rFonts w:ascii="Calibri" w:hAnsi="Calibri" w:cs="Calibri"/>
          <w:sz w:val="22"/>
          <w:szCs w:val="22"/>
        </w:rPr>
        <w:t xml:space="preserve"> </w:t>
      </w:r>
      <w:r w:rsidRPr="00CD5591">
        <w:rPr>
          <w:rFonts w:ascii="Calibri" w:hAnsi="Calibri" w:cs="Calibri"/>
          <w:sz w:val="22"/>
          <w:szCs w:val="22"/>
        </w:rPr>
        <w:t>der while-Schleife geprüft.</w:t>
      </w:r>
    </w:p>
    <w:p w14:paraId="1F20D7EF" w14:textId="77777777" w:rsidR="00CD5591" w:rsidRPr="00CD5591" w:rsidRDefault="00CD5591" w:rsidP="00CD5591">
      <w:pPr>
        <w:pStyle w:val="Kopfzeile"/>
        <w:tabs>
          <w:tab w:val="clear" w:pos="4536"/>
          <w:tab w:val="clear" w:pos="9072"/>
        </w:tabs>
        <w:spacing w:line="276" w:lineRule="auto"/>
        <w:ind w:left="339"/>
        <w:rPr>
          <w:rFonts w:ascii="Courier New" w:hAnsi="Courier New" w:cs="Courier New"/>
          <w:sz w:val="22"/>
          <w:szCs w:val="22"/>
        </w:rPr>
      </w:pPr>
    </w:p>
    <w:p w14:paraId="4A08B900" w14:textId="77777777" w:rsidR="00CD5591" w:rsidRPr="00CD5591" w:rsidRDefault="00CD5591" w:rsidP="00CD5591">
      <w:pPr>
        <w:pStyle w:val="Kopfzeile"/>
        <w:tabs>
          <w:tab w:val="clear" w:pos="4536"/>
          <w:tab w:val="clear" w:pos="9072"/>
        </w:tabs>
        <w:spacing w:line="276" w:lineRule="auto"/>
        <w:ind w:left="339"/>
        <w:rPr>
          <w:rFonts w:ascii="Courier New" w:hAnsi="Courier New" w:cs="Courier New"/>
          <w:sz w:val="22"/>
          <w:szCs w:val="22"/>
          <w:lang w:val="en-GB"/>
        </w:rPr>
      </w:pPr>
      <w:r w:rsidRPr="00CD5591">
        <w:rPr>
          <w:rFonts w:ascii="Courier New" w:hAnsi="Courier New" w:cs="Courier New"/>
          <w:sz w:val="22"/>
          <w:szCs w:val="22"/>
          <w:lang w:val="en-GB"/>
        </w:rPr>
        <w:t>void loop()</w:t>
      </w:r>
    </w:p>
    <w:p w14:paraId="4BAE1249" w14:textId="77777777" w:rsidR="00CD5591" w:rsidRPr="00CD5591" w:rsidRDefault="00CD5591" w:rsidP="00CD5591">
      <w:pPr>
        <w:pStyle w:val="Kopfzeile"/>
        <w:tabs>
          <w:tab w:val="clear" w:pos="4536"/>
          <w:tab w:val="clear" w:pos="9072"/>
        </w:tabs>
        <w:spacing w:line="276" w:lineRule="auto"/>
        <w:ind w:left="339"/>
        <w:rPr>
          <w:rFonts w:ascii="Courier New" w:hAnsi="Courier New" w:cs="Courier New"/>
          <w:sz w:val="22"/>
          <w:szCs w:val="22"/>
          <w:lang w:val="en-GB"/>
        </w:rPr>
      </w:pPr>
      <w:r w:rsidRPr="00CD5591">
        <w:rPr>
          <w:rFonts w:ascii="Courier New" w:hAnsi="Courier New" w:cs="Courier New"/>
          <w:sz w:val="22"/>
          <w:szCs w:val="22"/>
          <w:lang w:val="en-GB"/>
        </w:rPr>
        <w:t>{</w:t>
      </w:r>
    </w:p>
    <w:p w14:paraId="700059D3" w14:textId="77777777" w:rsidR="00CD5591" w:rsidRPr="00CD5591" w:rsidRDefault="00CD5591" w:rsidP="00CD5591">
      <w:pPr>
        <w:pStyle w:val="Kopfzeile"/>
        <w:tabs>
          <w:tab w:val="clear" w:pos="4536"/>
          <w:tab w:val="clear" w:pos="9072"/>
        </w:tabs>
        <w:spacing w:line="276" w:lineRule="auto"/>
        <w:ind w:left="339" w:hanging="339"/>
        <w:rPr>
          <w:rFonts w:ascii="Courier New" w:hAnsi="Courier New" w:cs="Courier New"/>
          <w:sz w:val="22"/>
          <w:szCs w:val="22"/>
          <w:lang w:val="en-GB"/>
        </w:rPr>
      </w:pPr>
      <w:r w:rsidRPr="00CD5591">
        <w:rPr>
          <w:rFonts w:ascii="Courier New" w:hAnsi="Courier New" w:cs="Courier New"/>
          <w:sz w:val="22"/>
          <w:szCs w:val="22"/>
          <w:lang w:val="en-GB"/>
        </w:rPr>
        <w:tab/>
      </w:r>
      <w:r w:rsidRPr="00CD5591">
        <w:rPr>
          <w:rFonts w:ascii="Courier New" w:hAnsi="Courier New" w:cs="Courier New"/>
          <w:sz w:val="22"/>
          <w:szCs w:val="22"/>
          <w:lang w:val="en-GB"/>
        </w:rPr>
        <w:tab/>
        <w:t>int a=0;</w:t>
      </w:r>
    </w:p>
    <w:p w14:paraId="5882F5A7" w14:textId="77777777" w:rsidR="00CD5591" w:rsidRPr="00CD5591" w:rsidRDefault="00CD5591" w:rsidP="00CD5591">
      <w:pPr>
        <w:pStyle w:val="Kopfzeile"/>
        <w:tabs>
          <w:tab w:val="clear" w:pos="4536"/>
          <w:tab w:val="clear" w:pos="9072"/>
        </w:tabs>
        <w:spacing w:line="276" w:lineRule="auto"/>
        <w:ind w:left="339" w:firstLine="369"/>
        <w:rPr>
          <w:rFonts w:ascii="Courier New" w:hAnsi="Courier New" w:cs="Courier New"/>
          <w:sz w:val="22"/>
          <w:szCs w:val="22"/>
          <w:lang w:val="en-GB"/>
        </w:rPr>
      </w:pPr>
      <w:r w:rsidRPr="00CD5591">
        <w:rPr>
          <w:rFonts w:ascii="Courier New" w:hAnsi="Courier New" w:cs="Courier New"/>
          <w:sz w:val="22"/>
          <w:szCs w:val="22"/>
          <w:lang w:val="en-GB"/>
        </w:rPr>
        <w:t>while(a&lt;14)</w:t>
      </w:r>
    </w:p>
    <w:p w14:paraId="3316E734" w14:textId="77777777" w:rsidR="00CD5591" w:rsidRPr="00CD5591" w:rsidRDefault="00CD5591" w:rsidP="00CD5591">
      <w:pPr>
        <w:pStyle w:val="Kopfzeile"/>
        <w:tabs>
          <w:tab w:val="clear" w:pos="4536"/>
          <w:tab w:val="clear" w:pos="9072"/>
        </w:tabs>
        <w:spacing w:line="276" w:lineRule="auto"/>
        <w:ind w:left="339" w:hanging="339"/>
        <w:rPr>
          <w:rFonts w:ascii="Courier New" w:hAnsi="Courier New" w:cs="Courier New"/>
          <w:sz w:val="22"/>
          <w:szCs w:val="22"/>
        </w:rPr>
      </w:pPr>
      <w:r w:rsidRPr="00CD5591">
        <w:rPr>
          <w:rFonts w:ascii="Courier New" w:hAnsi="Courier New" w:cs="Courier New"/>
          <w:sz w:val="22"/>
          <w:szCs w:val="22"/>
          <w:lang w:val="en-GB"/>
        </w:rPr>
        <w:tab/>
      </w:r>
      <w:r w:rsidRPr="00CD5591">
        <w:rPr>
          <w:rFonts w:ascii="Courier New" w:hAnsi="Courier New" w:cs="Courier New"/>
          <w:sz w:val="22"/>
          <w:szCs w:val="22"/>
          <w:lang w:val="en-GB"/>
        </w:rPr>
        <w:tab/>
      </w:r>
      <w:r w:rsidRPr="00CD5591">
        <w:rPr>
          <w:rFonts w:ascii="Courier New" w:hAnsi="Courier New" w:cs="Courier New"/>
          <w:sz w:val="22"/>
          <w:szCs w:val="22"/>
        </w:rPr>
        <w:t>{</w:t>
      </w:r>
    </w:p>
    <w:p w14:paraId="10B08013" w14:textId="77777777" w:rsidR="00CD5591" w:rsidRPr="00CD5591" w:rsidRDefault="00CD5591" w:rsidP="00CD5591">
      <w:pPr>
        <w:pStyle w:val="Kopfzeile"/>
        <w:tabs>
          <w:tab w:val="clear" w:pos="4536"/>
          <w:tab w:val="clear" w:pos="9072"/>
        </w:tabs>
        <w:spacing w:line="276" w:lineRule="auto"/>
        <w:ind w:left="339" w:hanging="339"/>
        <w:rPr>
          <w:rFonts w:ascii="Courier New" w:hAnsi="Courier New" w:cs="Courier New"/>
          <w:sz w:val="22"/>
          <w:szCs w:val="22"/>
        </w:rPr>
      </w:pPr>
      <w:r w:rsidRPr="00CD5591">
        <w:rPr>
          <w:rFonts w:ascii="Courier New" w:hAnsi="Courier New" w:cs="Courier New"/>
          <w:sz w:val="22"/>
          <w:szCs w:val="22"/>
        </w:rPr>
        <w:tab/>
      </w:r>
      <w:r w:rsidRPr="00CD5591">
        <w:rPr>
          <w:rFonts w:ascii="Courier New" w:hAnsi="Courier New" w:cs="Courier New"/>
          <w:sz w:val="22"/>
          <w:szCs w:val="22"/>
        </w:rPr>
        <w:tab/>
      </w:r>
      <w:r w:rsidRPr="00CD5591">
        <w:rPr>
          <w:rFonts w:ascii="Courier New" w:hAnsi="Courier New" w:cs="Courier New"/>
          <w:sz w:val="22"/>
          <w:szCs w:val="22"/>
        </w:rPr>
        <w:tab/>
        <w:t>// Hauptprogramm</w:t>
      </w:r>
    </w:p>
    <w:p w14:paraId="5E2E05A2" w14:textId="77777777" w:rsidR="00CD5591" w:rsidRPr="00CD5591" w:rsidRDefault="00CD5591" w:rsidP="00CD5591">
      <w:pPr>
        <w:pStyle w:val="Kopfzeile"/>
        <w:tabs>
          <w:tab w:val="clear" w:pos="4536"/>
          <w:tab w:val="clear" w:pos="9072"/>
        </w:tabs>
        <w:spacing w:line="276" w:lineRule="auto"/>
        <w:ind w:left="339" w:hanging="339"/>
        <w:rPr>
          <w:rFonts w:ascii="Courier New" w:hAnsi="Courier New" w:cs="Courier New"/>
          <w:sz w:val="22"/>
          <w:szCs w:val="22"/>
        </w:rPr>
      </w:pPr>
      <w:r w:rsidRPr="00CD5591">
        <w:rPr>
          <w:rFonts w:ascii="Courier New" w:hAnsi="Courier New" w:cs="Courier New"/>
          <w:sz w:val="22"/>
          <w:szCs w:val="22"/>
        </w:rPr>
        <w:tab/>
      </w:r>
      <w:r w:rsidRPr="00CD5591">
        <w:rPr>
          <w:rFonts w:ascii="Courier New" w:hAnsi="Courier New" w:cs="Courier New"/>
          <w:sz w:val="22"/>
          <w:szCs w:val="22"/>
        </w:rPr>
        <w:tab/>
      </w:r>
      <w:r w:rsidRPr="00CD5591">
        <w:rPr>
          <w:rFonts w:ascii="Courier New" w:hAnsi="Courier New" w:cs="Courier New"/>
          <w:sz w:val="22"/>
          <w:szCs w:val="22"/>
        </w:rPr>
        <w:tab/>
        <w:t>PORTD=a;</w:t>
      </w:r>
      <w:r w:rsidRPr="00CD5591">
        <w:rPr>
          <w:rFonts w:ascii="Courier New" w:hAnsi="Courier New" w:cs="Courier New"/>
          <w:sz w:val="22"/>
          <w:szCs w:val="22"/>
        </w:rPr>
        <w:tab/>
        <w:t>// oder</w:t>
      </w:r>
    </w:p>
    <w:p w14:paraId="269B028D" w14:textId="77777777" w:rsidR="00CD5591" w:rsidRPr="00CD5591" w:rsidRDefault="00CD5591" w:rsidP="00CD5591">
      <w:pPr>
        <w:pStyle w:val="Kopfzeile"/>
        <w:tabs>
          <w:tab w:val="clear" w:pos="4536"/>
          <w:tab w:val="clear" w:pos="9072"/>
        </w:tabs>
        <w:spacing w:line="276" w:lineRule="auto"/>
        <w:ind w:left="339" w:hanging="339"/>
        <w:rPr>
          <w:rFonts w:ascii="Courier New" w:hAnsi="Courier New" w:cs="Courier New"/>
          <w:sz w:val="22"/>
          <w:szCs w:val="22"/>
        </w:rPr>
      </w:pPr>
      <w:r w:rsidRPr="00CD5591">
        <w:rPr>
          <w:rFonts w:ascii="Courier New" w:hAnsi="Courier New" w:cs="Courier New"/>
          <w:sz w:val="22"/>
          <w:szCs w:val="22"/>
        </w:rPr>
        <w:tab/>
      </w:r>
      <w:r w:rsidRPr="00CD5591">
        <w:rPr>
          <w:rFonts w:ascii="Courier New" w:hAnsi="Courier New" w:cs="Courier New"/>
          <w:sz w:val="22"/>
          <w:szCs w:val="22"/>
        </w:rPr>
        <w:tab/>
      </w:r>
      <w:r w:rsidRPr="00CD5591">
        <w:rPr>
          <w:rFonts w:ascii="Courier New" w:hAnsi="Courier New" w:cs="Courier New"/>
          <w:sz w:val="22"/>
          <w:szCs w:val="22"/>
        </w:rPr>
        <w:tab/>
        <w:t>Serial.println(a);</w:t>
      </w:r>
    </w:p>
    <w:p w14:paraId="23BDA7E0" w14:textId="77777777" w:rsidR="00CD5591" w:rsidRPr="00CD5591" w:rsidRDefault="00CD5591" w:rsidP="00CD5591">
      <w:pPr>
        <w:pStyle w:val="Kopfzeile"/>
        <w:tabs>
          <w:tab w:val="clear" w:pos="4536"/>
          <w:tab w:val="clear" w:pos="9072"/>
        </w:tabs>
        <w:spacing w:line="276" w:lineRule="auto"/>
        <w:ind w:left="339" w:hanging="339"/>
        <w:rPr>
          <w:rFonts w:ascii="Courier New" w:hAnsi="Courier New" w:cs="Courier New"/>
          <w:sz w:val="22"/>
          <w:szCs w:val="22"/>
          <w:lang w:val="en-GB"/>
        </w:rPr>
      </w:pPr>
      <w:r w:rsidRPr="00CD5591">
        <w:rPr>
          <w:rFonts w:ascii="Courier New" w:hAnsi="Courier New" w:cs="Courier New"/>
          <w:sz w:val="22"/>
          <w:szCs w:val="22"/>
        </w:rPr>
        <w:tab/>
      </w:r>
      <w:r w:rsidRPr="00CD5591">
        <w:rPr>
          <w:rFonts w:ascii="Courier New" w:hAnsi="Courier New" w:cs="Courier New"/>
          <w:sz w:val="22"/>
          <w:szCs w:val="22"/>
        </w:rPr>
        <w:tab/>
      </w:r>
      <w:r w:rsidRPr="00CD5591">
        <w:rPr>
          <w:rFonts w:ascii="Courier New" w:hAnsi="Courier New" w:cs="Courier New"/>
          <w:sz w:val="22"/>
          <w:szCs w:val="22"/>
        </w:rPr>
        <w:tab/>
      </w:r>
      <w:r w:rsidRPr="00CD5591">
        <w:rPr>
          <w:rFonts w:ascii="Courier New" w:hAnsi="Courier New" w:cs="Courier New"/>
          <w:sz w:val="22"/>
          <w:szCs w:val="22"/>
          <w:lang w:val="en-GB"/>
        </w:rPr>
        <w:t>delay(250);</w:t>
      </w:r>
    </w:p>
    <w:p w14:paraId="3DDE0F3F" w14:textId="77777777" w:rsidR="00CD5591" w:rsidRPr="00CD5591" w:rsidRDefault="00CD5591" w:rsidP="00CD5591">
      <w:pPr>
        <w:pStyle w:val="Kopfzeile"/>
        <w:tabs>
          <w:tab w:val="clear" w:pos="4536"/>
          <w:tab w:val="clear" w:pos="9072"/>
        </w:tabs>
        <w:spacing w:line="276" w:lineRule="auto"/>
        <w:ind w:left="339" w:hanging="339"/>
        <w:rPr>
          <w:rFonts w:ascii="Courier New" w:hAnsi="Courier New" w:cs="Courier New"/>
          <w:sz w:val="22"/>
          <w:szCs w:val="22"/>
          <w:lang w:val="en-GB"/>
        </w:rPr>
      </w:pPr>
      <w:r w:rsidRPr="00CD5591">
        <w:rPr>
          <w:rFonts w:ascii="Courier New" w:hAnsi="Courier New" w:cs="Courier New"/>
          <w:sz w:val="22"/>
          <w:szCs w:val="22"/>
          <w:lang w:val="en-GB"/>
        </w:rPr>
        <w:tab/>
      </w:r>
      <w:r w:rsidRPr="00CD5591">
        <w:rPr>
          <w:rFonts w:ascii="Courier New" w:hAnsi="Courier New" w:cs="Courier New"/>
          <w:sz w:val="22"/>
          <w:szCs w:val="22"/>
          <w:lang w:val="en-GB"/>
        </w:rPr>
        <w:tab/>
      </w:r>
      <w:r w:rsidRPr="00CD5591">
        <w:rPr>
          <w:rFonts w:ascii="Courier New" w:hAnsi="Courier New" w:cs="Courier New"/>
          <w:sz w:val="22"/>
          <w:szCs w:val="22"/>
          <w:lang w:val="en-GB"/>
        </w:rPr>
        <w:tab/>
        <w:t>a=a+1;</w:t>
      </w:r>
      <w:r w:rsidRPr="00CD5591">
        <w:rPr>
          <w:rFonts w:ascii="Courier New" w:hAnsi="Courier New" w:cs="Courier New"/>
          <w:sz w:val="22"/>
          <w:szCs w:val="22"/>
          <w:lang w:val="en-GB"/>
        </w:rPr>
        <w:tab/>
        <w:t>// oder a++;</w:t>
      </w:r>
    </w:p>
    <w:p w14:paraId="0AFBB9AF" w14:textId="77777777" w:rsidR="00CD5591" w:rsidRPr="00CD5591" w:rsidRDefault="00CD5591" w:rsidP="00CD5591">
      <w:pPr>
        <w:pStyle w:val="Kopfzeile"/>
        <w:tabs>
          <w:tab w:val="clear" w:pos="4536"/>
          <w:tab w:val="clear" w:pos="9072"/>
        </w:tabs>
        <w:spacing w:line="276" w:lineRule="auto"/>
        <w:ind w:left="339" w:hanging="339"/>
        <w:rPr>
          <w:rFonts w:ascii="Courier New" w:hAnsi="Courier New" w:cs="Courier New"/>
          <w:sz w:val="22"/>
          <w:szCs w:val="22"/>
        </w:rPr>
      </w:pPr>
      <w:r w:rsidRPr="00CD5591">
        <w:rPr>
          <w:rFonts w:ascii="Courier New" w:hAnsi="Courier New" w:cs="Courier New"/>
          <w:sz w:val="22"/>
          <w:szCs w:val="22"/>
          <w:lang w:val="en-GB"/>
        </w:rPr>
        <w:tab/>
      </w:r>
      <w:r w:rsidRPr="00CD5591">
        <w:rPr>
          <w:rFonts w:ascii="Courier New" w:hAnsi="Courier New" w:cs="Courier New"/>
          <w:sz w:val="22"/>
          <w:szCs w:val="22"/>
          <w:lang w:val="en-GB"/>
        </w:rPr>
        <w:tab/>
      </w:r>
      <w:r w:rsidRPr="00CD5591">
        <w:rPr>
          <w:rFonts w:ascii="Courier New" w:hAnsi="Courier New" w:cs="Courier New"/>
          <w:sz w:val="22"/>
          <w:szCs w:val="22"/>
        </w:rPr>
        <w:t>}</w:t>
      </w:r>
    </w:p>
    <w:p w14:paraId="760F2139" w14:textId="77777777" w:rsidR="00CD5591" w:rsidRPr="00CD5591" w:rsidRDefault="00CD5591" w:rsidP="00CD5591">
      <w:pPr>
        <w:pStyle w:val="Kopfzeile"/>
        <w:tabs>
          <w:tab w:val="clear" w:pos="4536"/>
          <w:tab w:val="clear" w:pos="9072"/>
        </w:tabs>
        <w:spacing w:line="276" w:lineRule="auto"/>
        <w:ind w:left="339"/>
        <w:rPr>
          <w:rFonts w:ascii="Courier New" w:hAnsi="Courier New" w:cs="Courier New"/>
          <w:sz w:val="22"/>
          <w:szCs w:val="22"/>
        </w:rPr>
      </w:pPr>
      <w:r w:rsidRPr="00CD5591">
        <w:rPr>
          <w:rFonts w:ascii="Courier New" w:hAnsi="Courier New" w:cs="Courier New"/>
          <w:sz w:val="22"/>
          <w:szCs w:val="22"/>
        </w:rPr>
        <w:t>}</w:t>
      </w:r>
    </w:p>
    <w:p w14:paraId="3D7A7FD1" w14:textId="77777777" w:rsidR="00CD5591" w:rsidRPr="00CD5591" w:rsidRDefault="00CD5591" w:rsidP="00CD5591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1F86555C" w14:textId="77777777" w:rsidR="00CD5591" w:rsidRPr="00CD5591" w:rsidRDefault="00CD5591" w:rsidP="00CD5591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alibri" w:hAnsi="Calibri" w:cs="Calibri"/>
          <w:sz w:val="22"/>
          <w:szCs w:val="22"/>
        </w:rPr>
      </w:pPr>
      <w:r w:rsidRPr="00CD5591">
        <w:rPr>
          <w:rFonts w:ascii="Calibri" w:hAnsi="Calibri" w:cs="Calibri"/>
          <w:sz w:val="22"/>
          <w:szCs w:val="22"/>
        </w:rPr>
        <w:t>Die dort angegebene Durchführungsbedingung bedeutet, dass der Schleifenkörper ausgeführt wird, sofern die Bedingung a&lt;14 erfüllt ist.</w:t>
      </w:r>
    </w:p>
    <w:p w14:paraId="7F857B7E" w14:textId="77777777" w:rsidR="00CD5591" w:rsidRDefault="00CD5591" w:rsidP="00CD5591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728DD65F" w14:textId="392D0C89" w:rsidR="0075778D" w:rsidRDefault="0075778D">
      <w:pPr>
        <w:rPr>
          <w:rFonts w:ascii="Calibri" w:eastAsia="SimSun" w:hAnsi="Calibri" w:cs="Calibri"/>
          <w:kern w:val="0"/>
          <w:lang w:eastAsia="de-DE"/>
          <w14:ligatures w14:val="none"/>
        </w:rPr>
      </w:pPr>
      <w:r>
        <w:rPr>
          <w:rFonts w:ascii="Calibri" w:eastAsia="SimSun" w:hAnsi="Calibri" w:cs="Calibri"/>
          <w:kern w:val="0"/>
          <w:lang w:eastAsia="de-DE"/>
          <w14:ligatures w14:val="none"/>
        </w:rPr>
        <w:br w:type="page"/>
      </w:r>
    </w:p>
    <w:p w14:paraId="3CD8CF9C" w14:textId="3CC7EC2A" w:rsidR="00684A44" w:rsidRDefault="00461B8C" w:rsidP="00684A44">
      <w:pPr>
        <w:pStyle w:val="berschrift2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lastRenderedPageBreak/>
        <w:br/>
      </w:r>
      <w:r w:rsidR="0075778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C394E6D" wp14:editId="11EC8FEA">
                <wp:simplePos x="0" y="0"/>
                <wp:positionH relativeFrom="margin">
                  <wp:posOffset>-69215</wp:posOffset>
                </wp:positionH>
                <wp:positionV relativeFrom="paragraph">
                  <wp:posOffset>-473075</wp:posOffset>
                </wp:positionV>
                <wp:extent cx="3200400" cy="297180"/>
                <wp:effectExtent l="0" t="0" r="0" b="7620"/>
                <wp:wrapNone/>
                <wp:docPr id="187370830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EF55C7" w14:textId="743BDE58" w:rsidR="0075778D" w:rsidRPr="00BD7E67" w:rsidRDefault="0075778D" w:rsidP="0075778D">
                            <w:pPr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 w:rsidRPr="00BD7E67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Programmieren lernen mit dem nanoBoard </w:t>
                            </w:r>
                            <w:r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– </w:t>
                            </w:r>
                            <w:r w:rsidR="005845E3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AB </w:t>
                            </w:r>
                            <w:r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>0</w:t>
                            </w:r>
                            <w:r w:rsidR="00614177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394E6D" id="_x0000_s1027" type="#_x0000_t202" style="position:absolute;margin-left:-5.45pt;margin-top:-37.25pt;width:252pt;height:23.4pt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" filled="f" stroked="f" strokeweight=".5pt">
                <v:textbox>
                  <w:txbxContent>
                    <w:p w14:paraId="13EF55C7" w14:textId="743BDE58" w:rsidR="0075778D" w:rsidRPr="00BD7E67" w:rsidRDefault="0075778D" w:rsidP="0075778D">
                      <w:pPr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</w:pPr>
                      <w:r w:rsidRPr="00BD7E67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Programmieren lernen mit dem nanoBoard </w:t>
                      </w:r>
                      <w:r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– </w:t>
                      </w:r>
                      <w:r w:rsidR="005845E3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AB </w:t>
                      </w:r>
                      <w:r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>0</w:t>
                      </w:r>
                      <w:r w:rsidR="00614177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>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5778D" w:rsidRPr="0075778D">
        <w:rPr>
          <w:rFonts w:ascii="Calibri" w:eastAsia="SimSun" w:hAnsi="Calibri" w:cs="Calibri"/>
          <w:noProof/>
          <w:sz w:val="20"/>
          <w:szCs w:val="20"/>
        </w:rPr>
        <w:drawing>
          <wp:anchor distT="0" distB="0" distL="114300" distR="114300" simplePos="0" relativeHeight="251662848" behindDoc="1" locked="0" layoutInCell="1" allowOverlap="1" wp14:anchorId="13B75CE5" wp14:editId="7000B089">
            <wp:simplePos x="0" y="0"/>
            <wp:positionH relativeFrom="page">
              <wp:align>right</wp:align>
            </wp:positionH>
            <wp:positionV relativeFrom="page">
              <wp:align>bottom</wp:align>
            </wp:positionV>
            <wp:extent cx="7553325" cy="10683893"/>
            <wp:effectExtent l="0" t="0" r="0" b="3175"/>
            <wp:wrapNone/>
            <wp:docPr id="808037287" name="Grafik 1" descr="Ein Bild, das Text, Screenshot, Rechteck, Diagram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986259" name="Grafik 1" descr="Ein Bild, das Text, Screenshot, Rechteck, Diagramm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683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4A44" w:rsidRPr="00684A44">
        <w:rPr>
          <w:rFonts w:ascii="Calibri" w:hAnsi="Calibri" w:cs="Calibri"/>
          <w:sz w:val="28"/>
          <w:szCs w:val="28"/>
        </w:rPr>
        <w:t>Aufgaben</w:t>
      </w:r>
    </w:p>
    <w:p w14:paraId="7BA9C3DB" w14:textId="77777777" w:rsidR="00684A44" w:rsidRPr="00684A44" w:rsidRDefault="00684A44" w:rsidP="00461B8C">
      <w:pPr>
        <w:spacing w:after="0"/>
      </w:pPr>
    </w:p>
    <w:p w14:paraId="64A15ADA" w14:textId="7583DBD9" w:rsidR="00684A44" w:rsidRPr="00CD5591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alibri" w:hAnsi="Calibri" w:cs="Calibri"/>
          <w:sz w:val="22"/>
          <w:szCs w:val="22"/>
        </w:rPr>
      </w:pPr>
      <w:r w:rsidRPr="00CD5591">
        <w:rPr>
          <w:rFonts w:ascii="Calibri" w:hAnsi="Calibri" w:cs="Calibri"/>
          <w:b/>
          <w:bCs/>
          <w:sz w:val="22"/>
          <w:szCs w:val="22"/>
        </w:rPr>
        <w:t>Aufgabe while.1:</w:t>
      </w:r>
      <w:r>
        <w:rPr>
          <w:rFonts w:ascii="Calibri" w:hAnsi="Calibri" w:cs="Calibri"/>
          <w:sz w:val="22"/>
          <w:szCs w:val="22"/>
        </w:rPr>
        <w:t xml:space="preserve"> </w:t>
      </w:r>
      <w:r w:rsidRPr="00CD5591">
        <w:rPr>
          <w:rFonts w:ascii="Calibri" w:hAnsi="Calibri" w:cs="Calibri"/>
          <w:sz w:val="22"/>
          <w:szCs w:val="22"/>
        </w:rPr>
        <w:t>Zählen Sie in Ein</w:t>
      </w:r>
      <w:r>
        <w:rPr>
          <w:rFonts w:ascii="Calibri" w:hAnsi="Calibri" w:cs="Calibri"/>
          <w:sz w:val="22"/>
          <w:szCs w:val="22"/>
        </w:rPr>
        <w:t>s</w:t>
      </w:r>
      <w:r w:rsidRPr="00CD5591">
        <w:rPr>
          <w:rFonts w:ascii="Calibri" w:hAnsi="Calibri" w:cs="Calibri"/>
          <w:sz w:val="22"/>
          <w:szCs w:val="22"/>
        </w:rPr>
        <w:t>er-Schritten auf dem Monitor von 16 bis 32.</w:t>
      </w:r>
    </w:p>
    <w:p w14:paraId="1D274C77" w14:textId="77777777" w:rsidR="00684A44" w:rsidRPr="00CD5591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alibri" w:hAnsi="Calibri" w:cs="Calibri"/>
          <w:sz w:val="22"/>
          <w:szCs w:val="22"/>
        </w:rPr>
      </w:pPr>
      <w:r w:rsidRPr="00CD5591">
        <w:rPr>
          <w:rFonts w:ascii="Calibri" w:hAnsi="Calibri" w:cs="Calibri"/>
          <w:b/>
          <w:bCs/>
          <w:sz w:val="22"/>
          <w:szCs w:val="22"/>
        </w:rPr>
        <w:t>Aufgabe while.2:</w:t>
      </w:r>
      <w:r w:rsidRPr="00CD5591">
        <w:rPr>
          <w:rFonts w:ascii="Calibri" w:hAnsi="Calibri" w:cs="Calibri"/>
          <w:sz w:val="22"/>
          <w:szCs w:val="22"/>
        </w:rPr>
        <w:t xml:space="preserve"> Zählen Sie in Dreier-Schritten auf dem Monitor von 1 bis 61.</w:t>
      </w:r>
    </w:p>
    <w:p w14:paraId="07AD40F5" w14:textId="77777777" w:rsidR="00684A44" w:rsidRPr="00CD5591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alibri" w:hAnsi="Calibri" w:cs="Calibri"/>
          <w:sz w:val="22"/>
          <w:szCs w:val="22"/>
        </w:rPr>
      </w:pPr>
      <w:r w:rsidRPr="00CD5591">
        <w:rPr>
          <w:rFonts w:ascii="Calibri" w:hAnsi="Calibri" w:cs="Calibri"/>
          <w:b/>
          <w:bCs/>
          <w:sz w:val="22"/>
          <w:szCs w:val="22"/>
        </w:rPr>
        <w:t>Aufgabe while.3:</w:t>
      </w:r>
      <w:r w:rsidRPr="00CD5591">
        <w:rPr>
          <w:rFonts w:ascii="Calibri" w:hAnsi="Calibri" w:cs="Calibri"/>
          <w:sz w:val="22"/>
          <w:szCs w:val="22"/>
        </w:rPr>
        <w:t xml:space="preserve"> Zählen Sie in Dreier-Schritten auf dem Monitor von 42 bis 0.</w:t>
      </w:r>
    </w:p>
    <w:p w14:paraId="1CA1B4AC" w14:textId="77777777" w:rsidR="00684A44" w:rsidRPr="00CD5591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alibri" w:hAnsi="Calibri" w:cs="Calibri"/>
          <w:sz w:val="22"/>
          <w:szCs w:val="22"/>
        </w:rPr>
      </w:pPr>
      <w:r w:rsidRPr="00CD5591">
        <w:rPr>
          <w:rFonts w:ascii="Calibri" w:hAnsi="Calibri" w:cs="Calibri"/>
          <w:b/>
          <w:bCs/>
          <w:sz w:val="22"/>
          <w:szCs w:val="22"/>
        </w:rPr>
        <w:t>Aufgabe while.4:</w:t>
      </w:r>
      <w:r w:rsidRPr="00CD5591">
        <w:rPr>
          <w:rFonts w:ascii="Calibri" w:hAnsi="Calibri" w:cs="Calibri"/>
          <w:sz w:val="22"/>
          <w:szCs w:val="22"/>
        </w:rPr>
        <w:t xml:space="preserve"> Zählen Sie in Zweier-Schritten auf dem Monitor von 1 bis 255.</w:t>
      </w:r>
    </w:p>
    <w:p w14:paraId="029CF0C5" w14:textId="77777777" w:rsidR="00684A44" w:rsidRPr="00CD5591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59CD7794" w14:textId="453AA2C9" w:rsidR="00684A44" w:rsidRPr="00CD5591" w:rsidRDefault="00684A44" w:rsidP="00684A44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CD5591">
        <w:rPr>
          <w:rFonts w:ascii="Calibri" w:hAnsi="Calibri" w:cs="Calibri"/>
        </w:rPr>
        <w:t>Eine sehr bekannt while-Schleife ist die Endlosschleife while(1).</w:t>
      </w:r>
      <w:r w:rsidRPr="00CD5591">
        <w:rPr>
          <w:rFonts w:ascii="Calibri" w:hAnsi="Calibri" w:cs="Calibri"/>
        </w:rPr>
        <w:br/>
        <w:t>Die angegebene „Bedingung“ ist hier immer erfüllt.</w:t>
      </w:r>
    </w:p>
    <w:p w14:paraId="3A714395" w14:textId="77777777" w:rsidR="00684A44" w:rsidRPr="00CD5591" w:rsidRDefault="00684A44" w:rsidP="00684A44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</w:p>
    <w:p w14:paraId="102B503D" w14:textId="1733C144" w:rsidR="0075778D" w:rsidRPr="00684A44" w:rsidRDefault="00684A44" w:rsidP="00EF0AF6">
      <w:pPr>
        <w:spacing w:after="0" w:line="276" w:lineRule="auto"/>
        <w:rPr>
          <w:rFonts w:ascii="Calibri" w:eastAsia="SimSun" w:hAnsi="Calibri" w:cs="Calibri"/>
          <w:b/>
          <w:bCs/>
          <w:kern w:val="0"/>
          <w:lang w:eastAsia="de-DE"/>
          <w14:ligatures w14:val="none"/>
        </w:rPr>
      </w:pPr>
      <w:r w:rsidRPr="00684A44">
        <w:rPr>
          <w:rFonts w:ascii="Calibri" w:eastAsia="SimSun" w:hAnsi="Calibri" w:cs="Calibri"/>
          <w:b/>
          <w:bCs/>
          <w:kern w:val="0"/>
          <w:lang w:eastAsia="de-DE"/>
          <w14:ligatures w14:val="none"/>
        </w:rPr>
        <w:t>Beschreiben Sie mit eigenen Worten, was die nachfolgenden Schleifen bewirken.</w:t>
      </w:r>
    </w:p>
    <w:p w14:paraId="472D92EC" w14:textId="77777777" w:rsidR="00684A44" w:rsidRDefault="00684A44" w:rsidP="00EF0AF6">
      <w:pPr>
        <w:spacing w:after="0" w:line="276" w:lineRule="auto"/>
        <w:rPr>
          <w:rFonts w:ascii="Calibri" w:eastAsia="SimSun" w:hAnsi="Calibri" w:cs="Calibri"/>
          <w:kern w:val="0"/>
          <w:lang w:eastAsia="de-DE"/>
          <w14:ligatures w14:val="none"/>
        </w:rPr>
      </w:pPr>
    </w:p>
    <w:p w14:paraId="0036B96C" w14:textId="77777777" w:rsidR="00684A44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</w:rPr>
        <w:sectPr w:rsidR="00684A44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58CBEB94" w14:textId="77777777" w:rsidR="00684A44" w:rsidRPr="00684A44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</w:rPr>
      </w:pPr>
    </w:p>
    <w:p w14:paraId="22197511" w14:textId="77777777" w:rsidR="00684A44" w:rsidRPr="00684A44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lang w:val="en-US"/>
        </w:rPr>
      </w:pPr>
      <w:r w:rsidRPr="00684A44">
        <w:rPr>
          <w:rFonts w:ascii="Courier New" w:hAnsi="Courier New" w:cs="Courier New"/>
          <w:lang w:val="en-US"/>
        </w:rPr>
        <w:t>int a = 4;</w:t>
      </w:r>
    </w:p>
    <w:p w14:paraId="45ACE105" w14:textId="77777777" w:rsidR="00684A44" w:rsidRPr="00684A44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lang w:val="en-US"/>
        </w:rPr>
      </w:pPr>
      <w:r w:rsidRPr="00684A44">
        <w:rPr>
          <w:rFonts w:ascii="Courier New" w:hAnsi="Courier New" w:cs="Courier New"/>
          <w:lang w:val="en-US"/>
        </w:rPr>
        <w:t>while(a&lt;13)</w:t>
      </w:r>
    </w:p>
    <w:p w14:paraId="14416079" w14:textId="77777777" w:rsidR="00684A44" w:rsidRPr="00684A44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lang w:val="en-US"/>
        </w:rPr>
      </w:pPr>
      <w:r w:rsidRPr="00684A44">
        <w:rPr>
          <w:rFonts w:ascii="Courier New" w:hAnsi="Courier New" w:cs="Courier New"/>
          <w:lang w:val="en-US"/>
        </w:rPr>
        <w:t>{</w:t>
      </w:r>
    </w:p>
    <w:p w14:paraId="2B1ECBC3" w14:textId="77777777" w:rsidR="00684A44" w:rsidRPr="00684A44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lang w:val="en-US"/>
        </w:rPr>
      </w:pPr>
      <w:r w:rsidRPr="00684A44">
        <w:rPr>
          <w:rFonts w:ascii="Courier New" w:hAnsi="Courier New" w:cs="Courier New"/>
          <w:lang w:val="en-US"/>
        </w:rPr>
        <w:t xml:space="preserve">  a++;</w:t>
      </w:r>
    </w:p>
    <w:p w14:paraId="577BCE75" w14:textId="77777777" w:rsidR="00684A44" w:rsidRPr="00684A44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lang w:val="en-US"/>
        </w:rPr>
      </w:pPr>
      <w:r w:rsidRPr="00684A44">
        <w:rPr>
          <w:rFonts w:ascii="Courier New" w:hAnsi="Courier New" w:cs="Courier New"/>
          <w:lang w:val="en-US"/>
        </w:rPr>
        <w:t xml:space="preserve">  PORTD = a;</w:t>
      </w:r>
    </w:p>
    <w:p w14:paraId="43AC3772" w14:textId="77777777" w:rsidR="00684A44" w:rsidRPr="00684A44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lang w:val="en-US"/>
        </w:rPr>
      </w:pPr>
      <w:r w:rsidRPr="00684A44">
        <w:rPr>
          <w:rFonts w:ascii="Courier New" w:hAnsi="Courier New" w:cs="Courier New"/>
          <w:lang w:val="en-US"/>
        </w:rPr>
        <w:t xml:space="preserve">  delay(250);</w:t>
      </w:r>
    </w:p>
    <w:p w14:paraId="40D7DB31" w14:textId="77777777" w:rsidR="00684A44" w:rsidRPr="00684A44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lang w:val="en-US"/>
        </w:rPr>
      </w:pPr>
      <w:r w:rsidRPr="00684A44">
        <w:rPr>
          <w:rFonts w:ascii="Courier New" w:hAnsi="Courier New" w:cs="Courier New"/>
          <w:lang w:val="en-US"/>
        </w:rPr>
        <w:t>}</w:t>
      </w:r>
    </w:p>
    <w:p w14:paraId="3400CB48" w14:textId="77777777" w:rsidR="00684A44" w:rsidRPr="00684A44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lang w:val="en-US"/>
        </w:rPr>
      </w:pPr>
    </w:p>
    <w:p w14:paraId="1D8352E3" w14:textId="77777777" w:rsidR="00684A44" w:rsidRPr="00684A44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lang w:val="en-US"/>
        </w:rPr>
      </w:pPr>
    </w:p>
    <w:p w14:paraId="520F9E1D" w14:textId="77777777" w:rsidR="00684A44" w:rsidRPr="00684A44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lang w:val="en-US"/>
        </w:rPr>
      </w:pPr>
    </w:p>
    <w:p w14:paraId="3C319B99" w14:textId="77777777" w:rsidR="00684A44" w:rsidRPr="00684A44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lang w:val="en-US"/>
        </w:rPr>
      </w:pPr>
      <w:r w:rsidRPr="00684A44">
        <w:rPr>
          <w:rFonts w:ascii="Courier New" w:hAnsi="Courier New" w:cs="Courier New"/>
          <w:lang w:val="en-US"/>
        </w:rPr>
        <w:t>int b = 42;</w:t>
      </w:r>
    </w:p>
    <w:p w14:paraId="562B06FC" w14:textId="77777777" w:rsidR="00684A44" w:rsidRPr="00684A44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lang w:val="en-US"/>
        </w:rPr>
      </w:pPr>
      <w:r w:rsidRPr="00684A44">
        <w:rPr>
          <w:rFonts w:ascii="Courier New" w:hAnsi="Courier New" w:cs="Courier New"/>
          <w:lang w:val="en-US"/>
        </w:rPr>
        <w:t>while(b&gt;=12)</w:t>
      </w:r>
    </w:p>
    <w:p w14:paraId="4BB7D98C" w14:textId="77777777" w:rsidR="00684A44" w:rsidRPr="00684A44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lang w:val="en-US"/>
        </w:rPr>
      </w:pPr>
      <w:r w:rsidRPr="00684A44">
        <w:rPr>
          <w:rFonts w:ascii="Courier New" w:hAnsi="Courier New" w:cs="Courier New"/>
          <w:lang w:val="en-US"/>
        </w:rPr>
        <w:t>{</w:t>
      </w:r>
    </w:p>
    <w:p w14:paraId="6721AE31" w14:textId="77777777" w:rsidR="00684A44" w:rsidRPr="00684A44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lang w:val="en-US"/>
        </w:rPr>
      </w:pPr>
      <w:r w:rsidRPr="00684A44">
        <w:rPr>
          <w:rFonts w:ascii="Courier New" w:hAnsi="Courier New" w:cs="Courier New"/>
          <w:lang w:val="en-US"/>
        </w:rPr>
        <w:t xml:space="preserve">  PORTD = b;</w:t>
      </w:r>
    </w:p>
    <w:p w14:paraId="122481F1" w14:textId="77777777" w:rsidR="00684A44" w:rsidRPr="00684A44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lang w:val="en-US"/>
        </w:rPr>
      </w:pPr>
      <w:r w:rsidRPr="00684A44">
        <w:rPr>
          <w:rFonts w:ascii="Courier New" w:hAnsi="Courier New" w:cs="Courier New"/>
          <w:lang w:val="en-US"/>
        </w:rPr>
        <w:t xml:space="preserve">  b=b-2;</w:t>
      </w:r>
    </w:p>
    <w:p w14:paraId="1D99C2DC" w14:textId="77777777" w:rsidR="00684A44" w:rsidRPr="00684A44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lang w:val="en-US"/>
        </w:rPr>
      </w:pPr>
      <w:r w:rsidRPr="00684A44">
        <w:rPr>
          <w:rFonts w:ascii="Courier New" w:hAnsi="Courier New" w:cs="Courier New"/>
          <w:lang w:val="en-US"/>
        </w:rPr>
        <w:t xml:space="preserve">  delay(10*b);</w:t>
      </w:r>
    </w:p>
    <w:p w14:paraId="2ED53043" w14:textId="77777777" w:rsidR="00684A44" w:rsidRPr="00684A44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lang w:val="en-US"/>
        </w:rPr>
      </w:pPr>
      <w:r w:rsidRPr="00684A44">
        <w:rPr>
          <w:rFonts w:ascii="Courier New" w:hAnsi="Courier New" w:cs="Courier New"/>
          <w:lang w:val="en-US"/>
        </w:rPr>
        <w:t>}</w:t>
      </w:r>
    </w:p>
    <w:p w14:paraId="43A958F9" w14:textId="77777777" w:rsidR="00684A44" w:rsidRPr="00684A44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lang w:val="en-US"/>
        </w:rPr>
      </w:pPr>
    </w:p>
    <w:p w14:paraId="52C7321B" w14:textId="77777777" w:rsidR="00684A44" w:rsidRPr="00684A44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lang w:val="en-US"/>
        </w:rPr>
      </w:pPr>
    </w:p>
    <w:p w14:paraId="3EDA13FE" w14:textId="77777777" w:rsidR="00684A44" w:rsidRPr="00684A44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lang w:val="en-US"/>
        </w:rPr>
      </w:pPr>
    </w:p>
    <w:p w14:paraId="4F3DDD7A" w14:textId="77777777" w:rsidR="00684A44" w:rsidRPr="00684A44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lang w:val="en-US"/>
        </w:rPr>
      </w:pPr>
      <w:r w:rsidRPr="00684A44">
        <w:rPr>
          <w:rFonts w:ascii="Courier New" w:hAnsi="Courier New" w:cs="Courier New"/>
          <w:lang w:val="en-US"/>
        </w:rPr>
        <w:t>int c = 50;</w:t>
      </w:r>
    </w:p>
    <w:p w14:paraId="136661DF" w14:textId="77777777" w:rsidR="00684A44" w:rsidRPr="00684A44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lang w:val="en-US"/>
        </w:rPr>
      </w:pPr>
      <w:r w:rsidRPr="00684A44">
        <w:rPr>
          <w:rFonts w:ascii="Courier New" w:hAnsi="Courier New" w:cs="Courier New"/>
          <w:lang w:val="en-US"/>
        </w:rPr>
        <w:t>while(c&gt;13)</w:t>
      </w:r>
    </w:p>
    <w:p w14:paraId="59C5659A" w14:textId="77777777" w:rsidR="00684A44" w:rsidRPr="00614177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lang w:val="en-US"/>
        </w:rPr>
      </w:pPr>
      <w:r w:rsidRPr="00614177">
        <w:rPr>
          <w:rFonts w:ascii="Courier New" w:hAnsi="Courier New" w:cs="Courier New"/>
          <w:lang w:val="en-US"/>
        </w:rPr>
        <w:t>{</w:t>
      </w:r>
    </w:p>
    <w:p w14:paraId="04D7AAA0" w14:textId="77777777" w:rsidR="00684A44" w:rsidRPr="00614177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lang w:val="en-US"/>
        </w:rPr>
      </w:pPr>
      <w:r w:rsidRPr="00614177">
        <w:rPr>
          <w:rFonts w:ascii="Courier New" w:hAnsi="Courier New" w:cs="Courier New"/>
          <w:lang w:val="en-US"/>
        </w:rPr>
        <w:t xml:space="preserve">  c=c-5;</w:t>
      </w:r>
    </w:p>
    <w:p w14:paraId="60B98242" w14:textId="77777777" w:rsidR="00684A44" w:rsidRPr="00614177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lang w:val="en-US"/>
        </w:rPr>
      </w:pPr>
      <w:r w:rsidRPr="00614177">
        <w:rPr>
          <w:rFonts w:ascii="Courier New" w:hAnsi="Courier New" w:cs="Courier New"/>
          <w:lang w:val="en-US"/>
        </w:rPr>
        <w:t xml:space="preserve">  Serial.println = c;</w:t>
      </w:r>
    </w:p>
    <w:p w14:paraId="47C6F86A" w14:textId="77777777" w:rsidR="00684A44" w:rsidRPr="00614177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lang w:val="en-US"/>
        </w:rPr>
      </w:pPr>
      <w:r w:rsidRPr="00614177">
        <w:rPr>
          <w:rFonts w:ascii="Courier New" w:hAnsi="Courier New" w:cs="Courier New"/>
          <w:lang w:val="en-US"/>
        </w:rPr>
        <w:t xml:space="preserve">  delay(250);</w:t>
      </w:r>
    </w:p>
    <w:p w14:paraId="3734DD90" w14:textId="77777777" w:rsidR="00684A44" w:rsidRPr="00614177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lang w:val="en-US"/>
        </w:rPr>
      </w:pPr>
      <w:r w:rsidRPr="00614177">
        <w:rPr>
          <w:rFonts w:ascii="Courier New" w:hAnsi="Courier New" w:cs="Courier New"/>
          <w:lang w:val="en-US"/>
        </w:rPr>
        <w:t>}</w:t>
      </w:r>
    </w:p>
    <w:p w14:paraId="0224BC1A" w14:textId="77777777" w:rsidR="00684A44" w:rsidRPr="00614177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lang w:val="en-US"/>
        </w:rPr>
      </w:pPr>
      <w:r w:rsidRPr="00614177">
        <w:rPr>
          <w:rFonts w:ascii="Courier New" w:hAnsi="Courier New" w:cs="Courier New"/>
          <w:lang w:val="en-US"/>
        </w:rPr>
        <w:t>PORTD = c;</w:t>
      </w:r>
    </w:p>
    <w:p w14:paraId="3A429D5D" w14:textId="77777777" w:rsidR="00684A44" w:rsidRPr="00614177" w:rsidRDefault="00684A44" w:rsidP="00684A44">
      <w:pPr>
        <w:spacing w:after="0" w:line="276" w:lineRule="auto"/>
        <w:rPr>
          <w:rFonts w:ascii="Courier New" w:eastAsia="SimSun" w:hAnsi="Courier New" w:cs="Courier New"/>
          <w:kern w:val="0"/>
          <w:sz w:val="24"/>
          <w:szCs w:val="24"/>
          <w:lang w:val="en-US" w:eastAsia="de-DE"/>
          <w14:ligatures w14:val="none"/>
        </w:rPr>
      </w:pPr>
    </w:p>
    <w:p w14:paraId="536E78F1" w14:textId="77777777" w:rsidR="00684A44" w:rsidRPr="00614177" w:rsidRDefault="00684A44" w:rsidP="00684A44">
      <w:pPr>
        <w:spacing w:after="0" w:line="276" w:lineRule="auto"/>
        <w:rPr>
          <w:rFonts w:ascii="Courier New" w:eastAsia="SimSun" w:hAnsi="Courier New" w:cs="Courier New"/>
          <w:kern w:val="0"/>
          <w:sz w:val="24"/>
          <w:szCs w:val="24"/>
          <w:lang w:val="en-US" w:eastAsia="de-DE"/>
          <w14:ligatures w14:val="none"/>
        </w:rPr>
      </w:pPr>
    </w:p>
    <w:p w14:paraId="59315D82" w14:textId="77777777" w:rsidR="00684A44" w:rsidRPr="00614177" w:rsidRDefault="00684A44" w:rsidP="00684A44">
      <w:pPr>
        <w:spacing w:after="0" w:line="276" w:lineRule="auto"/>
        <w:rPr>
          <w:rFonts w:ascii="Courier New" w:eastAsia="SimSun" w:hAnsi="Courier New" w:cs="Courier New"/>
          <w:kern w:val="0"/>
          <w:sz w:val="24"/>
          <w:szCs w:val="24"/>
          <w:lang w:val="en-US" w:eastAsia="de-DE"/>
          <w14:ligatures w14:val="none"/>
        </w:rPr>
      </w:pPr>
    </w:p>
    <w:p w14:paraId="01E78EEB" w14:textId="77777777" w:rsidR="00684A44" w:rsidRPr="00614177" w:rsidRDefault="00684A44" w:rsidP="00684A44">
      <w:pPr>
        <w:spacing w:after="0" w:line="276" w:lineRule="auto"/>
        <w:rPr>
          <w:rFonts w:ascii="Courier New" w:hAnsi="Courier New" w:cs="Courier New"/>
          <w:sz w:val="24"/>
          <w:szCs w:val="24"/>
          <w:lang w:val="en-US"/>
        </w:rPr>
      </w:pPr>
    </w:p>
    <w:p w14:paraId="2B628040" w14:textId="77777777" w:rsidR="00684A44" w:rsidRPr="00684A44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lang w:val="en-US"/>
        </w:rPr>
      </w:pPr>
      <w:r w:rsidRPr="00684A44">
        <w:rPr>
          <w:rFonts w:ascii="Courier New" w:hAnsi="Courier New" w:cs="Courier New"/>
          <w:lang w:val="en-US"/>
        </w:rPr>
        <w:t>int d = 500;</w:t>
      </w:r>
    </w:p>
    <w:p w14:paraId="7CDED78A" w14:textId="77777777" w:rsidR="00684A44" w:rsidRPr="00684A44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lang w:val="en-US"/>
        </w:rPr>
      </w:pPr>
      <w:r w:rsidRPr="00684A44">
        <w:rPr>
          <w:rFonts w:ascii="Courier New" w:hAnsi="Courier New" w:cs="Courier New"/>
          <w:lang w:val="en-US"/>
        </w:rPr>
        <w:t>while(d&gt;100)</w:t>
      </w:r>
    </w:p>
    <w:p w14:paraId="0BFFB422" w14:textId="77777777" w:rsidR="00684A44" w:rsidRPr="00614177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</w:rPr>
      </w:pPr>
      <w:r w:rsidRPr="00614177">
        <w:rPr>
          <w:rFonts w:ascii="Courier New" w:hAnsi="Courier New" w:cs="Courier New"/>
        </w:rPr>
        <w:t>{</w:t>
      </w:r>
    </w:p>
    <w:p w14:paraId="6BAE3E83" w14:textId="77777777" w:rsidR="00684A44" w:rsidRPr="00614177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</w:rPr>
      </w:pPr>
      <w:r w:rsidRPr="00614177">
        <w:rPr>
          <w:rFonts w:ascii="Courier New" w:hAnsi="Courier New" w:cs="Courier New"/>
        </w:rPr>
        <w:t xml:space="preserve">  Serial.println(d-100);</w:t>
      </w:r>
    </w:p>
    <w:p w14:paraId="16A11058" w14:textId="77777777" w:rsidR="00684A44" w:rsidRPr="00614177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</w:rPr>
      </w:pPr>
      <w:r w:rsidRPr="00614177">
        <w:rPr>
          <w:rFonts w:ascii="Courier New" w:hAnsi="Courier New" w:cs="Courier New"/>
        </w:rPr>
        <w:t xml:space="preserve">  d = d / 2</w:t>
      </w:r>
    </w:p>
    <w:p w14:paraId="3BFCB10C" w14:textId="77777777" w:rsidR="00684A44" w:rsidRPr="00614177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</w:rPr>
      </w:pPr>
      <w:r w:rsidRPr="00614177">
        <w:rPr>
          <w:rFonts w:ascii="Courier New" w:hAnsi="Courier New" w:cs="Courier New"/>
        </w:rPr>
        <w:t xml:space="preserve">  delay(250);</w:t>
      </w:r>
    </w:p>
    <w:p w14:paraId="6820F239" w14:textId="77777777" w:rsidR="00684A44" w:rsidRPr="00614177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</w:rPr>
      </w:pPr>
      <w:r w:rsidRPr="00614177">
        <w:rPr>
          <w:rFonts w:ascii="Courier New" w:hAnsi="Courier New" w:cs="Courier New"/>
        </w:rPr>
        <w:t>}</w:t>
      </w:r>
    </w:p>
    <w:p w14:paraId="52F95EE1" w14:textId="77777777" w:rsidR="00684A44" w:rsidRPr="00614177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</w:rPr>
      </w:pPr>
      <w:r w:rsidRPr="00614177">
        <w:rPr>
          <w:rFonts w:ascii="Courier New" w:hAnsi="Courier New" w:cs="Courier New"/>
        </w:rPr>
        <w:t>PORTB = d;</w:t>
      </w:r>
    </w:p>
    <w:p w14:paraId="43B9C657" w14:textId="77777777" w:rsidR="00684A44" w:rsidRPr="00614177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</w:rPr>
      </w:pPr>
    </w:p>
    <w:p w14:paraId="48FAC0F6" w14:textId="77777777" w:rsidR="00684A44" w:rsidRPr="00614177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</w:rPr>
      </w:pPr>
    </w:p>
    <w:p w14:paraId="56C97089" w14:textId="77777777" w:rsidR="00684A44" w:rsidRPr="00684A44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</w:rPr>
      </w:pPr>
      <w:r w:rsidRPr="00684A44">
        <w:rPr>
          <w:rFonts w:ascii="Courier New" w:hAnsi="Courier New" w:cs="Courier New"/>
        </w:rPr>
        <w:t>int e = 4;</w:t>
      </w:r>
    </w:p>
    <w:p w14:paraId="08EF2970" w14:textId="77777777" w:rsidR="00684A44" w:rsidRPr="00684A44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</w:rPr>
      </w:pPr>
      <w:r w:rsidRPr="00684A44">
        <w:rPr>
          <w:rFonts w:ascii="Courier New" w:hAnsi="Courier New" w:cs="Courier New"/>
        </w:rPr>
        <w:t>while(e&gt;13)</w:t>
      </w:r>
    </w:p>
    <w:p w14:paraId="5A157638" w14:textId="77777777" w:rsidR="00684A44" w:rsidRPr="00684A44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</w:rPr>
      </w:pPr>
      <w:r w:rsidRPr="00684A44">
        <w:rPr>
          <w:rFonts w:ascii="Courier New" w:hAnsi="Courier New" w:cs="Courier New"/>
        </w:rPr>
        <w:t>{</w:t>
      </w:r>
    </w:p>
    <w:p w14:paraId="04651598" w14:textId="77777777" w:rsidR="00684A44" w:rsidRPr="00684A44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</w:rPr>
      </w:pPr>
      <w:r w:rsidRPr="00684A44">
        <w:rPr>
          <w:rFonts w:ascii="Courier New" w:hAnsi="Courier New" w:cs="Courier New"/>
        </w:rPr>
        <w:t xml:space="preserve">  e++;</w:t>
      </w:r>
    </w:p>
    <w:p w14:paraId="34FA1421" w14:textId="77777777" w:rsidR="00684A44" w:rsidRPr="00614177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</w:rPr>
      </w:pPr>
      <w:r w:rsidRPr="00684A44">
        <w:rPr>
          <w:rFonts w:ascii="Courier New" w:hAnsi="Courier New" w:cs="Courier New"/>
        </w:rPr>
        <w:t xml:space="preserve">  </w:t>
      </w:r>
      <w:r w:rsidRPr="00614177">
        <w:rPr>
          <w:rFonts w:ascii="Courier New" w:hAnsi="Courier New" w:cs="Courier New"/>
        </w:rPr>
        <w:t>PORTD = e;</w:t>
      </w:r>
    </w:p>
    <w:p w14:paraId="78E2FA65" w14:textId="77777777" w:rsidR="00684A44" w:rsidRPr="00684A44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lang w:val="en-US"/>
        </w:rPr>
      </w:pPr>
      <w:r w:rsidRPr="00684A44">
        <w:rPr>
          <w:rFonts w:ascii="Courier New" w:hAnsi="Courier New" w:cs="Courier New"/>
          <w:lang w:val="en-US"/>
        </w:rPr>
        <w:t>}</w:t>
      </w:r>
    </w:p>
    <w:p w14:paraId="36ACEEAD" w14:textId="77777777" w:rsidR="00684A44" w:rsidRPr="00684A44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lang w:val="en-US"/>
        </w:rPr>
      </w:pPr>
    </w:p>
    <w:p w14:paraId="234D3199" w14:textId="77777777" w:rsidR="00684A44" w:rsidRPr="00684A44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lang w:val="en-US"/>
        </w:rPr>
      </w:pPr>
    </w:p>
    <w:p w14:paraId="637490BF" w14:textId="77777777" w:rsidR="00684A44" w:rsidRPr="00684A44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lang w:val="en-US"/>
        </w:rPr>
      </w:pPr>
    </w:p>
    <w:p w14:paraId="09E1EB3F" w14:textId="77777777" w:rsidR="00684A44" w:rsidRPr="00684A44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lang w:val="en-US"/>
        </w:rPr>
      </w:pPr>
    </w:p>
    <w:p w14:paraId="3B0A8D07" w14:textId="77777777" w:rsidR="00684A44" w:rsidRPr="00684A44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lang w:val="en-US"/>
        </w:rPr>
      </w:pPr>
      <w:r w:rsidRPr="00684A44">
        <w:rPr>
          <w:rFonts w:ascii="Courier New" w:hAnsi="Courier New" w:cs="Courier New"/>
          <w:lang w:val="en-US"/>
        </w:rPr>
        <w:t>int f = 4;</w:t>
      </w:r>
    </w:p>
    <w:p w14:paraId="1ED127C7" w14:textId="77777777" w:rsidR="00684A44" w:rsidRPr="00684A44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lang w:val="en-US"/>
        </w:rPr>
      </w:pPr>
      <w:r w:rsidRPr="00684A44">
        <w:rPr>
          <w:rFonts w:ascii="Courier New" w:hAnsi="Courier New" w:cs="Courier New"/>
          <w:lang w:val="en-US"/>
        </w:rPr>
        <w:t>while(f&lt;13);</w:t>
      </w:r>
    </w:p>
    <w:p w14:paraId="58EFB5CA" w14:textId="77777777" w:rsidR="00684A44" w:rsidRPr="00684A44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lang w:val="en-US"/>
        </w:rPr>
      </w:pPr>
      <w:r w:rsidRPr="00684A44">
        <w:rPr>
          <w:rFonts w:ascii="Courier New" w:hAnsi="Courier New" w:cs="Courier New"/>
          <w:lang w:val="en-US"/>
        </w:rPr>
        <w:t>{</w:t>
      </w:r>
    </w:p>
    <w:p w14:paraId="7F1DDE92" w14:textId="77777777" w:rsidR="00684A44" w:rsidRPr="00684A44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lang w:val="en-US"/>
        </w:rPr>
      </w:pPr>
      <w:r w:rsidRPr="00684A44">
        <w:rPr>
          <w:rFonts w:ascii="Courier New" w:hAnsi="Courier New" w:cs="Courier New"/>
          <w:lang w:val="en-US"/>
        </w:rPr>
        <w:t xml:space="preserve">  f++;</w:t>
      </w:r>
    </w:p>
    <w:p w14:paraId="37F07F3A" w14:textId="77777777" w:rsidR="00684A44" w:rsidRPr="00684A44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lang w:val="en-US"/>
        </w:rPr>
      </w:pPr>
      <w:r w:rsidRPr="00684A44">
        <w:rPr>
          <w:rFonts w:ascii="Courier New" w:hAnsi="Courier New" w:cs="Courier New"/>
          <w:lang w:val="en-US"/>
        </w:rPr>
        <w:t xml:space="preserve">  PORTD = f;</w:t>
      </w:r>
    </w:p>
    <w:p w14:paraId="204D9509" w14:textId="77777777" w:rsidR="00684A44" w:rsidRPr="00684A44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  <w:lang w:val="en-US"/>
        </w:rPr>
      </w:pPr>
      <w:r w:rsidRPr="00684A44">
        <w:rPr>
          <w:rFonts w:ascii="Courier New" w:hAnsi="Courier New" w:cs="Courier New"/>
          <w:lang w:val="en-US"/>
        </w:rPr>
        <w:t xml:space="preserve">  delay(250*f);</w:t>
      </w:r>
    </w:p>
    <w:p w14:paraId="5B5B4040" w14:textId="77777777" w:rsidR="00684A44" w:rsidRPr="00684A44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</w:rPr>
      </w:pPr>
      <w:r w:rsidRPr="00684A44">
        <w:rPr>
          <w:rFonts w:ascii="Courier New" w:hAnsi="Courier New" w:cs="Courier New"/>
        </w:rPr>
        <w:t>}</w:t>
      </w:r>
    </w:p>
    <w:p w14:paraId="56BCCA1D" w14:textId="77777777" w:rsidR="00684A44" w:rsidRPr="00684A44" w:rsidRDefault="00684A44" w:rsidP="00684A4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Courier New" w:hAnsi="Courier New" w:cs="Courier New"/>
        </w:rPr>
      </w:pPr>
    </w:p>
    <w:sectPr w:rsidR="00684A44" w:rsidRPr="00684A44" w:rsidSect="00684A44">
      <w:type w:val="continuous"/>
      <w:pgSz w:w="11906" w:h="16838"/>
      <w:pgMar w:top="1417" w:right="1417" w:bottom="1134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D329A7"/>
    <w:multiLevelType w:val="hybridMultilevel"/>
    <w:tmpl w:val="CF72DCAA"/>
    <w:lvl w:ilvl="0" w:tplc="E6A849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7B1819"/>
    <w:multiLevelType w:val="hybridMultilevel"/>
    <w:tmpl w:val="98AC83A6"/>
    <w:lvl w:ilvl="0" w:tplc="EF32FF2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3489003">
    <w:abstractNumId w:val="1"/>
  </w:num>
  <w:num w:numId="2" w16cid:durableId="948123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466"/>
    <w:rsid w:val="000027D1"/>
    <w:rsid w:val="000A0ED7"/>
    <w:rsid w:val="00133128"/>
    <w:rsid w:val="002179B0"/>
    <w:rsid w:val="002E2C4A"/>
    <w:rsid w:val="00324FC2"/>
    <w:rsid w:val="003C0869"/>
    <w:rsid w:val="003D1CEB"/>
    <w:rsid w:val="00461B8C"/>
    <w:rsid w:val="00477433"/>
    <w:rsid w:val="004A44DF"/>
    <w:rsid w:val="004C7513"/>
    <w:rsid w:val="004D7D3F"/>
    <w:rsid w:val="005845E3"/>
    <w:rsid w:val="005A4466"/>
    <w:rsid w:val="00614177"/>
    <w:rsid w:val="00637ACA"/>
    <w:rsid w:val="00684A44"/>
    <w:rsid w:val="006D536F"/>
    <w:rsid w:val="006F1AD6"/>
    <w:rsid w:val="0075778D"/>
    <w:rsid w:val="0078107E"/>
    <w:rsid w:val="00793154"/>
    <w:rsid w:val="007C4169"/>
    <w:rsid w:val="0086666F"/>
    <w:rsid w:val="009408E7"/>
    <w:rsid w:val="00942F28"/>
    <w:rsid w:val="00B329BD"/>
    <w:rsid w:val="00BB2AFA"/>
    <w:rsid w:val="00BD7E67"/>
    <w:rsid w:val="00BF646A"/>
    <w:rsid w:val="00CD5591"/>
    <w:rsid w:val="00E060C9"/>
    <w:rsid w:val="00E07507"/>
    <w:rsid w:val="00E1792A"/>
    <w:rsid w:val="00E43A05"/>
    <w:rsid w:val="00E8792C"/>
    <w:rsid w:val="00EC725E"/>
    <w:rsid w:val="00ED3A5E"/>
    <w:rsid w:val="00EF0AF6"/>
    <w:rsid w:val="00F577AF"/>
    <w:rsid w:val="00FF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A5C6D"/>
  <w15:chartTrackingRefBased/>
  <w15:docId w15:val="{B83FC394-0864-4F64-8224-A33985DEB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C08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C08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C08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C08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C08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C08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C08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C08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C08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C08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C08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C08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C086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C086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C086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C086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C086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C086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C08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C0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C08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C08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C08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C086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C086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C086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C08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C086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C0869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unhideWhenUsed/>
    <w:rsid w:val="003C0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Hyperlink">
    <w:name w:val="Hyperlink"/>
    <w:semiHidden/>
    <w:unhideWhenUsed/>
    <w:rsid w:val="00324FC2"/>
    <w:rPr>
      <w:color w:val="0000FF"/>
      <w:u w:val="single"/>
    </w:rPr>
  </w:style>
  <w:style w:type="paragraph" w:styleId="Kopfzeile">
    <w:name w:val="header"/>
    <w:basedOn w:val="Standard"/>
    <w:link w:val="KopfzeileZchn"/>
    <w:unhideWhenUsed/>
    <w:rsid w:val="00324FC2"/>
    <w:pPr>
      <w:tabs>
        <w:tab w:val="center" w:pos="4536"/>
        <w:tab w:val="right" w:pos="9072"/>
      </w:tabs>
      <w:spacing w:after="0" w:line="240" w:lineRule="auto"/>
    </w:pPr>
    <w:rPr>
      <w:rFonts w:ascii="Times New Roman" w:eastAsia="SimSu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KopfzeileZchn">
    <w:name w:val="Kopfzeile Zchn"/>
    <w:basedOn w:val="Absatz-Standardschriftart"/>
    <w:link w:val="Kopfzeile"/>
    <w:rsid w:val="00324FC2"/>
    <w:rPr>
      <w:rFonts w:ascii="Times New Roman" w:eastAsia="SimSun" w:hAnsi="Times New Roman" w:cs="Times New Roman"/>
      <w:kern w:val="0"/>
      <w:sz w:val="24"/>
      <w:szCs w:val="24"/>
      <w:lang w:eastAsia="de-DE"/>
      <w14:ligatures w14:val="none"/>
    </w:rPr>
  </w:style>
  <w:style w:type="paragraph" w:styleId="Textkrper">
    <w:name w:val="Body Text"/>
    <w:basedOn w:val="Standard"/>
    <w:link w:val="TextkrperZchn"/>
    <w:rsid w:val="00942F28"/>
    <w:pPr>
      <w:spacing w:after="120" w:line="240" w:lineRule="auto"/>
    </w:pPr>
    <w:rPr>
      <w:rFonts w:ascii="Times New Roman" w:eastAsia="SimSu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TextkrperZchn">
    <w:name w:val="Textkörper Zchn"/>
    <w:basedOn w:val="Absatz-Standardschriftart"/>
    <w:link w:val="Textkrper"/>
    <w:rsid w:val="00942F28"/>
    <w:rPr>
      <w:rFonts w:ascii="Times New Roman" w:eastAsia="SimSun" w:hAnsi="Times New Roman" w:cs="Times New Roman"/>
      <w:kern w:val="0"/>
      <w:sz w:val="24"/>
      <w:szCs w:val="24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1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sakivi\Documents\Benutzerdefinierte%20Office-Vorlagen\vorlage_ab_um_festival_2023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vorlage_ab_um_festival_2023.dotx</Template>
  <TotalTime>0</TotalTime>
  <Pages>2</Pages>
  <Words>260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Sorsakivi</dc:creator>
  <cp:keywords/>
  <dc:description/>
  <cp:lastModifiedBy>Johanna Sorsakivi</cp:lastModifiedBy>
  <cp:revision>6</cp:revision>
  <dcterms:created xsi:type="dcterms:W3CDTF">2024-05-24T16:47:00Z</dcterms:created>
  <dcterms:modified xsi:type="dcterms:W3CDTF">2024-06-26T14:54:00Z</dcterms:modified>
</cp:coreProperties>
</file>